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9759FD">
          <w:headerReference w:type="even" r:id="rId9"/>
          <w:footerReference w:type="default" r:id="rId10"/>
          <w:footerReference w:type="first" r:id="rId11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5400"/>
        <w:gridCol w:w="4171"/>
      </w:tblGrid>
      <w:tr w:rsidR="00190FF9" w:rsidRPr="00642B6A" w:rsidTr="002121DF">
        <w:tc>
          <w:tcPr>
            <w:tcW w:w="5400" w:type="dxa"/>
            <w:shd w:val="clear" w:color="auto" w:fill="auto"/>
          </w:tcPr>
          <w:p w:rsidR="00190FF9" w:rsidRPr="002121DF" w:rsidRDefault="00190FF9" w:rsidP="00642B6A">
            <w:pPr>
              <w:widowContro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171" w:type="dxa"/>
            <w:shd w:val="clear" w:color="auto" w:fill="auto"/>
          </w:tcPr>
          <w:p w:rsidR="0029153C" w:rsidRPr="00642B6A" w:rsidRDefault="0029153C" w:rsidP="008C2E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2121DF">
        <w:tc>
          <w:tcPr>
            <w:tcW w:w="5400" w:type="dxa"/>
            <w:shd w:val="clear" w:color="auto" w:fill="auto"/>
          </w:tcPr>
          <w:p w:rsidR="00473857" w:rsidRDefault="00473857" w:rsidP="001C63F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  <w:p w:rsidR="00834172" w:rsidRPr="00B6526D" w:rsidRDefault="00834172" w:rsidP="001C63F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71" w:type="dxa"/>
            <w:shd w:val="clear" w:color="auto" w:fill="auto"/>
          </w:tcPr>
          <w:p w:rsidR="00473857" w:rsidRDefault="00473857" w:rsidP="001C6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F91DA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3857" w:rsidRDefault="00473857" w:rsidP="001C6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473857" w:rsidRPr="00B6526D" w:rsidRDefault="00473857" w:rsidP="00834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834172" w:rsidRPr="00B6526D" w:rsidTr="002121DF">
        <w:tc>
          <w:tcPr>
            <w:tcW w:w="5400" w:type="dxa"/>
            <w:shd w:val="clear" w:color="auto" w:fill="auto"/>
          </w:tcPr>
          <w:p w:rsidR="00834172" w:rsidRDefault="00834172" w:rsidP="001C63F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71" w:type="dxa"/>
            <w:shd w:val="clear" w:color="auto" w:fill="auto"/>
          </w:tcPr>
          <w:p w:rsidR="00834172" w:rsidRDefault="00692323" w:rsidP="001C6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11.07.2019 № 206</w:t>
            </w:r>
            <w:bookmarkStart w:id="0" w:name="_GoBack"/>
            <w:bookmarkEnd w:id="0"/>
          </w:p>
        </w:tc>
      </w:tr>
      <w:tr w:rsidR="00834172" w:rsidRPr="00B6526D" w:rsidTr="002121DF">
        <w:tc>
          <w:tcPr>
            <w:tcW w:w="5400" w:type="dxa"/>
            <w:shd w:val="clear" w:color="auto" w:fill="auto"/>
          </w:tcPr>
          <w:p w:rsidR="00834172" w:rsidRDefault="00834172" w:rsidP="001C63F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71" w:type="dxa"/>
            <w:shd w:val="clear" w:color="auto" w:fill="auto"/>
          </w:tcPr>
          <w:p w:rsidR="00834172" w:rsidRDefault="00834172" w:rsidP="001C63F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4172" w:rsidRPr="00B6526D" w:rsidTr="002121DF">
        <w:tc>
          <w:tcPr>
            <w:tcW w:w="5400" w:type="dxa"/>
            <w:shd w:val="clear" w:color="auto" w:fill="auto"/>
          </w:tcPr>
          <w:p w:rsidR="00834172" w:rsidRDefault="00834172" w:rsidP="001C63F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71" w:type="dxa"/>
            <w:shd w:val="clear" w:color="auto" w:fill="auto"/>
          </w:tcPr>
          <w:p w:rsidR="00834172" w:rsidRDefault="00834172" w:rsidP="001C63F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4172" w:rsidRDefault="00834172" w:rsidP="00834172">
      <w:pPr>
        <w:jc w:val="right"/>
        <w:rPr>
          <w:rFonts w:ascii="Times New Roman" w:hAnsi="Times New Roman"/>
          <w:sz w:val="28"/>
          <w:szCs w:val="28"/>
        </w:rPr>
      </w:pPr>
    </w:p>
    <w:p w:rsidR="00834172" w:rsidRPr="00B6526D" w:rsidRDefault="00834172" w:rsidP="0083417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«Таблица  № 3</w:t>
      </w:r>
    </w:p>
    <w:p w:rsidR="00473857" w:rsidRDefault="00473857" w:rsidP="004738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4172" w:rsidRDefault="00834172" w:rsidP="00834172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C44FAE">
        <w:rPr>
          <w:rFonts w:ascii="Times New Roman" w:hAnsi="Times New Roman"/>
          <w:color w:val="000000"/>
          <w:sz w:val="28"/>
          <w:szCs w:val="28"/>
        </w:rPr>
        <w:t>Объем медицинской помощи в амбулаторных условиях,</w:t>
      </w:r>
    </w:p>
    <w:p w:rsidR="00834172" w:rsidRDefault="00834172" w:rsidP="00834172">
      <w:pPr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44FAE">
        <w:rPr>
          <w:rFonts w:ascii="Times New Roman" w:hAnsi="Times New Roman"/>
          <w:color w:val="000000"/>
          <w:sz w:val="28"/>
          <w:szCs w:val="28"/>
        </w:rPr>
        <w:t>оказываемой</w:t>
      </w:r>
      <w:proofErr w:type="gramEnd"/>
      <w:r w:rsidRPr="00C44FAE">
        <w:rPr>
          <w:rFonts w:ascii="Times New Roman" w:hAnsi="Times New Roman"/>
          <w:color w:val="000000"/>
          <w:sz w:val="28"/>
          <w:szCs w:val="28"/>
        </w:rPr>
        <w:t xml:space="preserve"> с профилактическими и иными целями, </w:t>
      </w:r>
    </w:p>
    <w:p w:rsidR="00473857" w:rsidRDefault="00834172" w:rsidP="0083417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C44FAE">
        <w:rPr>
          <w:rFonts w:ascii="Times New Roman" w:hAnsi="Times New Roman"/>
          <w:color w:val="000000"/>
          <w:sz w:val="28"/>
          <w:szCs w:val="28"/>
        </w:rPr>
        <w:t>на 1 жителя/застрахованное лицо на 2019 год</w:t>
      </w:r>
    </w:p>
    <w:p w:rsidR="00834172" w:rsidRDefault="00834172" w:rsidP="0083417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73857" w:rsidRPr="00B6526D" w:rsidRDefault="00473857" w:rsidP="00473857">
      <w:pPr>
        <w:rPr>
          <w:rFonts w:ascii="Times New Roman" w:hAnsi="Times New Roman"/>
          <w:sz w:val="2"/>
          <w:szCs w:val="2"/>
        </w:rPr>
      </w:pPr>
    </w:p>
    <w:tbl>
      <w:tblPr>
        <w:tblW w:w="91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5103"/>
        <w:gridCol w:w="1700"/>
        <w:gridCol w:w="1302"/>
      </w:tblGrid>
      <w:tr w:rsidR="00F91DA3" w:rsidRPr="00FF0767" w:rsidTr="00834172">
        <w:trPr>
          <w:trHeight w:val="78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DA3" w:rsidRPr="00F91DA3" w:rsidRDefault="00F456B1" w:rsidP="001C6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="00F91DA3"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строки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DA3" w:rsidRPr="00F91DA3" w:rsidRDefault="00F91DA3" w:rsidP="001C6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(на 1 жителя/застрахованное лицо)</w:t>
            </w:r>
          </w:p>
        </w:tc>
        <w:tc>
          <w:tcPr>
            <w:tcW w:w="3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DA3" w:rsidRPr="00F91DA3" w:rsidRDefault="00F91DA3" w:rsidP="001C6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</w:tr>
      <w:tr w:rsidR="00F91DA3" w:rsidRPr="00FF0767" w:rsidTr="00834172">
        <w:trPr>
          <w:trHeight w:val="144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1DA3" w:rsidRPr="00F91DA3" w:rsidRDefault="00F91DA3" w:rsidP="001C63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1DA3" w:rsidRPr="00F91DA3" w:rsidRDefault="00F91DA3" w:rsidP="001C63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DA3" w:rsidRPr="00F91DA3" w:rsidRDefault="009759FD" w:rsidP="00E949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="00F91DA3"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юджетные ассигнования бюджета </w:t>
            </w:r>
            <w:r w:rsidR="00E9499A">
              <w:rPr>
                <w:rFonts w:ascii="Times New Roman" w:hAnsi="Times New Roman"/>
                <w:color w:val="000000"/>
                <w:sz w:val="24"/>
                <w:szCs w:val="24"/>
              </w:rPr>
              <w:t>Рязанской области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DA3" w:rsidRPr="00F91DA3" w:rsidRDefault="009759FD" w:rsidP="001C6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F91DA3"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редства ОМС</w:t>
            </w:r>
          </w:p>
        </w:tc>
      </w:tr>
    </w:tbl>
    <w:p w:rsidR="005F2CC6" w:rsidRPr="005F2CC6" w:rsidRDefault="005F2CC6">
      <w:pPr>
        <w:rPr>
          <w:sz w:val="2"/>
          <w:szCs w:val="2"/>
        </w:rPr>
      </w:pPr>
    </w:p>
    <w:tbl>
      <w:tblPr>
        <w:tblW w:w="91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5103"/>
        <w:gridCol w:w="1700"/>
        <w:gridCol w:w="1302"/>
      </w:tblGrid>
      <w:tr w:rsidR="005F2CC6" w:rsidRPr="00FF0767" w:rsidTr="009759FD">
        <w:trPr>
          <w:trHeight w:val="281"/>
          <w:tblHeader/>
        </w:trPr>
        <w:tc>
          <w:tcPr>
            <w:tcW w:w="1008" w:type="dxa"/>
            <w:shd w:val="clear" w:color="auto" w:fill="auto"/>
          </w:tcPr>
          <w:p w:rsidR="005F2CC6" w:rsidRPr="00F91DA3" w:rsidRDefault="005F2CC6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5F2CC6" w:rsidRPr="00F456B1" w:rsidRDefault="005F2CC6" w:rsidP="00834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5F2CC6" w:rsidRDefault="005F2CC6" w:rsidP="009759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2" w:type="dxa"/>
            <w:shd w:val="clear" w:color="auto" w:fill="auto"/>
          </w:tcPr>
          <w:p w:rsidR="005F2CC6" w:rsidRPr="00F84F77" w:rsidRDefault="005F2CC6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91DA3" w:rsidRPr="00FF0767" w:rsidTr="009759FD">
        <w:trPr>
          <w:trHeight w:val="660"/>
        </w:trPr>
        <w:tc>
          <w:tcPr>
            <w:tcW w:w="1008" w:type="dxa"/>
            <w:shd w:val="clear" w:color="auto" w:fill="auto"/>
            <w:hideMark/>
          </w:tcPr>
          <w:p w:rsidR="00F91DA3" w:rsidRPr="00F91DA3" w:rsidRDefault="00F91DA3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hideMark/>
          </w:tcPr>
          <w:p w:rsidR="00F91DA3" w:rsidRPr="00F456B1" w:rsidRDefault="00F91DA3" w:rsidP="00834172">
            <w:pPr>
              <w:rPr>
                <w:rFonts w:ascii="Times New Roman" w:hAnsi="Times New Roman"/>
                <w:sz w:val="24"/>
                <w:szCs w:val="24"/>
              </w:rPr>
            </w:pPr>
            <w:r w:rsidRPr="00F456B1">
              <w:rPr>
                <w:rFonts w:ascii="Times New Roman" w:hAnsi="Times New Roman"/>
                <w:sz w:val="24"/>
                <w:szCs w:val="24"/>
              </w:rPr>
              <w:t>Территориальный норматив посещений с профилактическими и иными целями, всего (сумма строк 2 + 9), в том числе:</w:t>
            </w:r>
          </w:p>
        </w:tc>
        <w:tc>
          <w:tcPr>
            <w:tcW w:w="1700" w:type="dxa"/>
            <w:shd w:val="clear" w:color="auto" w:fill="auto"/>
            <w:hideMark/>
          </w:tcPr>
          <w:p w:rsidR="00F91DA3" w:rsidRPr="00F91DA3" w:rsidRDefault="00F87939" w:rsidP="009759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0,73</w:t>
            </w:r>
            <w:r w:rsidR="004056B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2" w:type="dxa"/>
            <w:shd w:val="clear" w:color="auto" w:fill="auto"/>
            <w:hideMark/>
          </w:tcPr>
          <w:p w:rsidR="00F91DA3" w:rsidRPr="00F84F77" w:rsidRDefault="00F91DA3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77">
              <w:rPr>
                <w:rFonts w:ascii="Times New Roman" w:hAnsi="Times New Roman"/>
                <w:sz w:val="24"/>
                <w:szCs w:val="24"/>
              </w:rPr>
              <w:t>2,88</w:t>
            </w:r>
          </w:p>
        </w:tc>
      </w:tr>
      <w:tr w:rsidR="00F91DA3" w:rsidRPr="00FF0767" w:rsidTr="009759FD">
        <w:trPr>
          <w:trHeight w:val="660"/>
        </w:trPr>
        <w:tc>
          <w:tcPr>
            <w:tcW w:w="1008" w:type="dxa"/>
            <w:shd w:val="clear" w:color="auto" w:fill="auto"/>
            <w:hideMark/>
          </w:tcPr>
          <w:p w:rsidR="00F91DA3" w:rsidRPr="00F91DA3" w:rsidRDefault="00F91DA3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  <w:hideMark/>
          </w:tcPr>
          <w:p w:rsidR="00F91DA3" w:rsidRPr="00F456B1" w:rsidRDefault="00F91DA3" w:rsidP="00834172">
            <w:pPr>
              <w:ind w:left="45" w:hanging="2"/>
              <w:rPr>
                <w:rFonts w:ascii="Times New Roman" w:hAnsi="Times New Roman"/>
                <w:sz w:val="24"/>
                <w:szCs w:val="24"/>
              </w:rPr>
            </w:pPr>
            <w:r w:rsidRPr="00F456B1">
              <w:rPr>
                <w:rFonts w:ascii="Times New Roman" w:hAnsi="Times New Roman"/>
                <w:sz w:val="24"/>
                <w:szCs w:val="24"/>
              </w:rPr>
              <w:t>I. Объем посещений с профилактическими целями (сумма строк 3 + 6 + 7 + 8), в том числе:</w:t>
            </w:r>
          </w:p>
        </w:tc>
        <w:tc>
          <w:tcPr>
            <w:tcW w:w="1700" w:type="dxa"/>
            <w:shd w:val="clear" w:color="auto" w:fill="auto"/>
            <w:hideMark/>
          </w:tcPr>
          <w:p w:rsidR="00F91DA3" w:rsidRPr="00F91DA3" w:rsidRDefault="004056B7" w:rsidP="009759FD">
            <w:pPr>
              <w:ind w:firstLineChars="200" w:firstLine="4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0,346</w:t>
            </w:r>
          </w:p>
        </w:tc>
        <w:tc>
          <w:tcPr>
            <w:tcW w:w="1302" w:type="dxa"/>
            <w:shd w:val="clear" w:color="auto" w:fill="auto"/>
            <w:hideMark/>
          </w:tcPr>
          <w:p w:rsidR="00F91DA3" w:rsidRPr="00F84F77" w:rsidRDefault="0001477E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77"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F91DA3" w:rsidRPr="00FF0767" w:rsidTr="009759FD">
        <w:trPr>
          <w:trHeight w:val="735"/>
        </w:trPr>
        <w:tc>
          <w:tcPr>
            <w:tcW w:w="1008" w:type="dxa"/>
            <w:shd w:val="clear" w:color="auto" w:fill="auto"/>
            <w:hideMark/>
          </w:tcPr>
          <w:p w:rsidR="00F91DA3" w:rsidRPr="00F91DA3" w:rsidRDefault="00F91DA3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  <w:hideMark/>
          </w:tcPr>
          <w:p w:rsidR="00F91DA3" w:rsidRPr="00F456B1" w:rsidRDefault="009759FD" w:rsidP="00834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 </w:t>
            </w:r>
            <w:r w:rsidR="00F91DA3" w:rsidRPr="00F456B1">
              <w:rPr>
                <w:rFonts w:ascii="Times New Roman" w:hAnsi="Times New Roman"/>
                <w:sz w:val="24"/>
                <w:szCs w:val="24"/>
              </w:rPr>
              <w:t xml:space="preserve">норматив  объема для проведения профилактических медицинских осмотров, в том числе в рамках диспансеризации, всего (сумма строк 4 + 5), </w:t>
            </w:r>
            <w:r w:rsidR="0083417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F91DA3" w:rsidRPr="00F456B1">
              <w:rPr>
                <w:rFonts w:ascii="Times New Roman" w:hAnsi="Times New Roman"/>
                <w:sz w:val="24"/>
                <w:szCs w:val="24"/>
              </w:rPr>
              <w:t>том числе:</w:t>
            </w:r>
          </w:p>
        </w:tc>
        <w:tc>
          <w:tcPr>
            <w:tcW w:w="1700" w:type="dxa"/>
            <w:shd w:val="clear" w:color="auto" w:fill="auto"/>
            <w:hideMark/>
          </w:tcPr>
          <w:p w:rsidR="00F91DA3" w:rsidRPr="00F91DA3" w:rsidRDefault="004056B7" w:rsidP="009759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0,248</w:t>
            </w:r>
          </w:p>
        </w:tc>
        <w:tc>
          <w:tcPr>
            <w:tcW w:w="1302" w:type="dxa"/>
            <w:shd w:val="clear" w:color="auto" w:fill="auto"/>
            <w:hideMark/>
          </w:tcPr>
          <w:p w:rsidR="00F91DA3" w:rsidRPr="00F84F77" w:rsidRDefault="00384598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77">
              <w:rPr>
                <w:rFonts w:ascii="Times New Roman" w:hAnsi="Times New Roman"/>
                <w:sz w:val="24"/>
                <w:szCs w:val="24"/>
              </w:rPr>
              <w:t>0,79</w:t>
            </w:r>
          </w:p>
        </w:tc>
      </w:tr>
      <w:tr w:rsidR="00F91DA3" w:rsidRPr="00FF0767" w:rsidTr="009759FD">
        <w:trPr>
          <w:trHeight w:val="915"/>
        </w:trPr>
        <w:tc>
          <w:tcPr>
            <w:tcW w:w="1008" w:type="dxa"/>
            <w:shd w:val="clear" w:color="auto" w:fill="auto"/>
            <w:hideMark/>
          </w:tcPr>
          <w:p w:rsidR="00F91DA3" w:rsidRPr="00F91DA3" w:rsidRDefault="00F91DA3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  <w:hideMark/>
          </w:tcPr>
          <w:p w:rsidR="00F91DA3" w:rsidRPr="00F456B1" w:rsidRDefault="009759FD" w:rsidP="00834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 </w:t>
            </w:r>
            <w:r w:rsidR="00F91DA3" w:rsidRPr="00F456B1">
              <w:rPr>
                <w:rFonts w:ascii="Times New Roman" w:hAnsi="Times New Roman"/>
                <w:sz w:val="24"/>
                <w:szCs w:val="24"/>
              </w:rPr>
              <w:t>норматив объема для проведения профилактических медицинских осмотров, в том числе при первом посещении по поводу диспансерного наблюдения</w:t>
            </w:r>
            <w:r w:rsidR="00A73C37">
              <w:rPr>
                <w:rFonts w:ascii="Times New Roman" w:hAnsi="Times New Roman"/>
                <w:sz w:val="24"/>
                <w:szCs w:val="24"/>
              </w:rPr>
              <w:t xml:space="preserve"> (без учета диспансеризации)</w:t>
            </w:r>
          </w:p>
        </w:tc>
        <w:tc>
          <w:tcPr>
            <w:tcW w:w="1700" w:type="dxa"/>
            <w:shd w:val="clear" w:color="auto" w:fill="auto"/>
            <w:hideMark/>
          </w:tcPr>
          <w:p w:rsidR="00F91DA3" w:rsidRPr="00F91DA3" w:rsidRDefault="005F2CC6" w:rsidP="009759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0,144</w:t>
            </w:r>
          </w:p>
        </w:tc>
        <w:tc>
          <w:tcPr>
            <w:tcW w:w="1302" w:type="dxa"/>
            <w:shd w:val="clear" w:color="auto" w:fill="auto"/>
            <w:hideMark/>
          </w:tcPr>
          <w:p w:rsidR="00F91DA3" w:rsidRPr="00F84F77" w:rsidRDefault="00F91DA3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77">
              <w:rPr>
                <w:rFonts w:ascii="Times New Roman" w:hAnsi="Times New Roman"/>
                <w:sz w:val="24"/>
                <w:szCs w:val="24"/>
              </w:rPr>
              <w:t>0,</w:t>
            </w:r>
            <w:r w:rsidR="00384598" w:rsidRPr="00F84F7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F91DA3" w:rsidRPr="00FF0767" w:rsidTr="009759FD">
        <w:trPr>
          <w:trHeight w:val="675"/>
        </w:trPr>
        <w:tc>
          <w:tcPr>
            <w:tcW w:w="1008" w:type="dxa"/>
            <w:shd w:val="clear" w:color="auto" w:fill="auto"/>
            <w:hideMark/>
          </w:tcPr>
          <w:p w:rsidR="00F91DA3" w:rsidRPr="00F91DA3" w:rsidRDefault="00F91DA3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auto"/>
            <w:hideMark/>
          </w:tcPr>
          <w:p w:rsidR="00F91DA3" w:rsidRPr="00F456B1" w:rsidRDefault="009759FD" w:rsidP="00834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 </w:t>
            </w:r>
            <w:r w:rsidR="00B91A8A">
              <w:rPr>
                <w:rFonts w:ascii="Times New Roman" w:hAnsi="Times New Roman"/>
                <w:sz w:val="24"/>
                <w:szCs w:val="24"/>
              </w:rPr>
              <w:t>нормати</w:t>
            </w:r>
            <w:r w:rsidR="00A73C37">
              <w:rPr>
                <w:rFonts w:ascii="Times New Roman" w:hAnsi="Times New Roman"/>
                <w:sz w:val="24"/>
                <w:szCs w:val="24"/>
              </w:rPr>
              <w:t xml:space="preserve">в объема </w:t>
            </w:r>
            <w:r w:rsidR="00A73C37" w:rsidRPr="00A73C37">
              <w:rPr>
                <w:rFonts w:ascii="Times New Roman" w:hAnsi="Times New Roman"/>
                <w:sz w:val="24"/>
                <w:szCs w:val="24"/>
              </w:rPr>
              <w:t>комплексн</w:t>
            </w:r>
            <w:r w:rsidR="00A73C37">
              <w:rPr>
                <w:rFonts w:ascii="Times New Roman" w:hAnsi="Times New Roman"/>
                <w:sz w:val="24"/>
                <w:szCs w:val="24"/>
              </w:rPr>
              <w:t>ых</w:t>
            </w:r>
            <w:r w:rsidR="00A73C37" w:rsidRPr="00A73C37">
              <w:rPr>
                <w:rFonts w:ascii="Times New Roman" w:hAnsi="Times New Roman"/>
                <w:sz w:val="24"/>
                <w:szCs w:val="24"/>
              </w:rPr>
              <w:t xml:space="preserve"> посещени</w:t>
            </w:r>
            <w:r w:rsidR="00A73C37">
              <w:rPr>
                <w:rFonts w:ascii="Times New Roman" w:hAnsi="Times New Roman"/>
                <w:sz w:val="24"/>
                <w:szCs w:val="24"/>
              </w:rPr>
              <w:t>й</w:t>
            </w:r>
            <w:r w:rsidR="00A73C37" w:rsidRPr="00A73C37">
              <w:rPr>
                <w:rFonts w:ascii="Times New Roman" w:hAnsi="Times New Roman"/>
                <w:sz w:val="24"/>
                <w:szCs w:val="24"/>
              </w:rPr>
              <w:t xml:space="preserve"> в рамках диспансеризации, включающей профилактический медицинский осмотр и дополнительные методы обследований, в том числе в целях выявления онкологических заболеваний (1-й этап)</w:t>
            </w:r>
          </w:p>
        </w:tc>
        <w:tc>
          <w:tcPr>
            <w:tcW w:w="1700" w:type="dxa"/>
            <w:shd w:val="clear" w:color="auto" w:fill="auto"/>
            <w:hideMark/>
          </w:tcPr>
          <w:p w:rsidR="00F91DA3" w:rsidRPr="00F91DA3" w:rsidRDefault="005F2CC6" w:rsidP="009759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0,104</w:t>
            </w:r>
          </w:p>
        </w:tc>
        <w:tc>
          <w:tcPr>
            <w:tcW w:w="1302" w:type="dxa"/>
            <w:shd w:val="clear" w:color="auto" w:fill="auto"/>
            <w:hideMark/>
          </w:tcPr>
          <w:p w:rsidR="00F91DA3" w:rsidRPr="00F84F77" w:rsidRDefault="00384598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77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F91DA3" w:rsidRPr="00FF0767" w:rsidTr="009759FD">
        <w:trPr>
          <w:trHeight w:val="675"/>
        </w:trPr>
        <w:tc>
          <w:tcPr>
            <w:tcW w:w="1008" w:type="dxa"/>
            <w:shd w:val="clear" w:color="auto" w:fill="auto"/>
            <w:hideMark/>
          </w:tcPr>
          <w:p w:rsidR="00F91DA3" w:rsidRPr="00F91DA3" w:rsidRDefault="00F91DA3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auto"/>
            <w:hideMark/>
          </w:tcPr>
          <w:p w:rsidR="00F91DA3" w:rsidRPr="00F456B1" w:rsidRDefault="009759FD" w:rsidP="00834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 </w:t>
            </w:r>
            <w:r w:rsidR="00F91DA3" w:rsidRPr="00F456B1">
              <w:rPr>
                <w:rFonts w:ascii="Times New Roman" w:hAnsi="Times New Roman"/>
                <w:sz w:val="24"/>
                <w:szCs w:val="24"/>
              </w:rPr>
              <w:t>объем посещений для проведения диспансеризации определенных групп населения (2-й этап)</w:t>
            </w:r>
          </w:p>
        </w:tc>
        <w:tc>
          <w:tcPr>
            <w:tcW w:w="1700" w:type="dxa"/>
            <w:shd w:val="clear" w:color="auto" w:fill="auto"/>
            <w:hideMark/>
          </w:tcPr>
          <w:p w:rsidR="00F91DA3" w:rsidRPr="00F91DA3" w:rsidRDefault="004056B7" w:rsidP="009759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302" w:type="dxa"/>
            <w:shd w:val="clear" w:color="auto" w:fill="auto"/>
            <w:hideMark/>
          </w:tcPr>
          <w:p w:rsidR="00F91DA3" w:rsidRPr="00F84F77" w:rsidRDefault="00F91DA3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77"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</w:tr>
      <w:tr w:rsidR="00F91DA3" w:rsidRPr="00FF0767" w:rsidTr="009759FD">
        <w:trPr>
          <w:trHeight w:val="510"/>
        </w:trPr>
        <w:tc>
          <w:tcPr>
            <w:tcW w:w="1008" w:type="dxa"/>
            <w:shd w:val="clear" w:color="auto" w:fill="auto"/>
            <w:hideMark/>
          </w:tcPr>
          <w:p w:rsidR="00F91DA3" w:rsidRPr="00F91DA3" w:rsidRDefault="00F91DA3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3" w:type="dxa"/>
            <w:shd w:val="clear" w:color="auto" w:fill="auto"/>
            <w:hideMark/>
          </w:tcPr>
          <w:p w:rsidR="00F91DA3" w:rsidRPr="00F456B1" w:rsidRDefault="009759FD" w:rsidP="00834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 </w:t>
            </w:r>
            <w:r w:rsidR="007E0FE9">
              <w:rPr>
                <w:rFonts w:ascii="Times New Roman" w:hAnsi="Times New Roman"/>
                <w:sz w:val="24"/>
                <w:szCs w:val="24"/>
              </w:rPr>
              <w:t xml:space="preserve">объем посещений для проведения </w:t>
            </w:r>
            <w:r w:rsidR="00DB3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1DA3" w:rsidRPr="00F456B1">
              <w:rPr>
                <w:rFonts w:ascii="Times New Roman" w:hAnsi="Times New Roman"/>
                <w:sz w:val="24"/>
                <w:szCs w:val="24"/>
              </w:rPr>
              <w:t>диспансерного наблюдения</w:t>
            </w:r>
          </w:p>
        </w:tc>
        <w:tc>
          <w:tcPr>
            <w:tcW w:w="1700" w:type="dxa"/>
            <w:shd w:val="clear" w:color="auto" w:fill="auto"/>
            <w:hideMark/>
          </w:tcPr>
          <w:p w:rsidR="00F91DA3" w:rsidRPr="00F91DA3" w:rsidRDefault="004056B7" w:rsidP="009759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0,090</w:t>
            </w:r>
          </w:p>
        </w:tc>
        <w:tc>
          <w:tcPr>
            <w:tcW w:w="1302" w:type="dxa"/>
            <w:shd w:val="clear" w:color="auto" w:fill="auto"/>
            <w:hideMark/>
          </w:tcPr>
          <w:p w:rsidR="00F91DA3" w:rsidRPr="00F84F77" w:rsidRDefault="0001477E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77">
              <w:rPr>
                <w:rFonts w:ascii="Times New Roman" w:hAnsi="Times New Roman"/>
                <w:sz w:val="24"/>
                <w:szCs w:val="24"/>
              </w:rPr>
              <w:t>0,11</w:t>
            </w:r>
          </w:p>
        </w:tc>
      </w:tr>
      <w:tr w:rsidR="00F91DA3" w:rsidRPr="00FF0767" w:rsidTr="009759FD">
        <w:trPr>
          <w:trHeight w:val="309"/>
        </w:trPr>
        <w:tc>
          <w:tcPr>
            <w:tcW w:w="1008" w:type="dxa"/>
            <w:shd w:val="clear" w:color="auto" w:fill="auto"/>
            <w:hideMark/>
          </w:tcPr>
          <w:p w:rsidR="00F91DA3" w:rsidRPr="00F91DA3" w:rsidRDefault="00F91DA3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3" w:type="dxa"/>
            <w:shd w:val="clear" w:color="auto" w:fill="auto"/>
            <w:hideMark/>
          </w:tcPr>
          <w:p w:rsidR="00F91DA3" w:rsidRPr="00F456B1" w:rsidRDefault="009759FD" w:rsidP="00834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 </w:t>
            </w:r>
            <w:r w:rsidR="00F91DA3" w:rsidRPr="00F456B1">
              <w:rPr>
                <w:rFonts w:ascii="Times New Roman" w:hAnsi="Times New Roman"/>
                <w:sz w:val="24"/>
                <w:szCs w:val="24"/>
              </w:rPr>
              <w:t>объем посещений центров здоровья</w:t>
            </w:r>
          </w:p>
        </w:tc>
        <w:tc>
          <w:tcPr>
            <w:tcW w:w="1700" w:type="dxa"/>
            <w:shd w:val="clear" w:color="auto" w:fill="auto"/>
            <w:hideMark/>
          </w:tcPr>
          <w:p w:rsidR="00F91DA3" w:rsidRPr="00F91DA3" w:rsidRDefault="004056B7" w:rsidP="009759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2" w:type="dxa"/>
            <w:shd w:val="clear" w:color="auto" w:fill="auto"/>
            <w:hideMark/>
          </w:tcPr>
          <w:p w:rsidR="00F91DA3" w:rsidRPr="00F84F77" w:rsidRDefault="00F91DA3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77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</w:tr>
      <w:tr w:rsidR="00F91DA3" w:rsidRPr="00FF0767" w:rsidTr="009759FD">
        <w:trPr>
          <w:trHeight w:val="576"/>
        </w:trPr>
        <w:tc>
          <w:tcPr>
            <w:tcW w:w="1008" w:type="dxa"/>
            <w:shd w:val="clear" w:color="auto" w:fill="auto"/>
            <w:hideMark/>
          </w:tcPr>
          <w:p w:rsidR="00F91DA3" w:rsidRPr="00F91DA3" w:rsidRDefault="00F91DA3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103" w:type="dxa"/>
            <w:shd w:val="clear" w:color="auto" w:fill="auto"/>
            <w:hideMark/>
          </w:tcPr>
          <w:p w:rsidR="00F91DA3" w:rsidRPr="00F456B1" w:rsidRDefault="00F91DA3" w:rsidP="00834172">
            <w:pPr>
              <w:ind w:left="45" w:hanging="2"/>
              <w:rPr>
                <w:rFonts w:ascii="Times New Roman" w:hAnsi="Times New Roman"/>
                <w:sz w:val="24"/>
                <w:szCs w:val="24"/>
              </w:rPr>
            </w:pPr>
            <w:r w:rsidRPr="00F456B1">
              <w:rPr>
                <w:rFonts w:ascii="Times New Roman" w:hAnsi="Times New Roman"/>
                <w:sz w:val="24"/>
                <w:szCs w:val="24"/>
              </w:rPr>
              <w:t>II. Объем посещений с иными целями (сумма строк 10 + 11 + 12 + 13 + 14), в том числе:</w:t>
            </w:r>
          </w:p>
        </w:tc>
        <w:tc>
          <w:tcPr>
            <w:tcW w:w="1700" w:type="dxa"/>
            <w:shd w:val="clear" w:color="auto" w:fill="auto"/>
            <w:hideMark/>
          </w:tcPr>
          <w:p w:rsidR="00F91DA3" w:rsidRPr="00F91DA3" w:rsidRDefault="004056B7" w:rsidP="009759FD">
            <w:pPr>
              <w:ind w:firstLineChars="200" w:firstLine="4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0,384</w:t>
            </w:r>
          </w:p>
        </w:tc>
        <w:tc>
          <w:tcPr>
            <w:tcW w:w="1302" w:type="dxa"/>
            <w:shd w:val="clear" w:color="auto" w:fill="auto"/>
            <w:hideMark/>
          </w:tcPr>
          <w:p w:rsidR="00F91DA3" w:rsidRPr="00F84F77" w:rsidRDefault="00384598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77">
              <w:rPr>
                <w:rFonts w:ascii="Times New Roman" w:hAnsi="Times New Roman"/>
                <w:sz w:val="24"/>
                <w:szCs w:val="24"/>
              </w:rPr>
              <w:t>1,</w:t>
            </w:r>
            <w:r w:rsidR="0001477E" w:rsidRPr="00F84F7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F91DA3" w:rsidRPr="00FF0767" w:rsidTr="009759FD">
        <w:trPr>
          <w:trHeight w:val="615"/>
        </w:trPr>
        <w:tc>
          <w:tcPr>
            <w:tcW w:w="1008" w:type="dxa"/>
            <w:shd w:val="clear" w:color="auto" w:fill="auto"/>
            <w:hideMark/>
          </w:tcPr>
          <w:p w:rsidR="00F91DA3" w:rsidRPr="00F91DA3" w:rsidRDefault="00F91DA3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3" w:type="dxa"/>
            <w:shd w:val="clear" w:color="auto" w:fill="auto"/>
            <w:hideMark/>
          </w:tcPr>
          <w:p w:rsidR="00F91DA3" w:rsidRPr="00E9499A" w:rsidRDefault="009759FD" w:rsidP="00834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 </w:t>
            </w:r>
            <w:r w:rsidR="00F91DA3" w:rsidRPr="00E9499A">
              <w:rPr>
                <w:rFonts w:ascii="Times New Roman" w:hAnsi="Times New Roman"/>
                <w:sz w:val="24"/>
                <w:szCs w:val="24"/>
              </w:rPr>
              <w:t>объем разовых посещений</w:t>
            </w:r>
            <w:r w:rsidR="00834172" w:rsidRPr="00834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4172">
              <w:rPr>
                <w:rFonts w:ascii="Times New Roman" w:hAnsi="Times New Roman"/>
                <w:sz w:val="24"/>
                <w:szCs w:val="24"/>
              </w:rPr>
              <w:t>в</w:t>
            </w:r>
            <w:r w:rsidR="00F91DA3" w:rsidRPr="00E9499A">
              <w:rPr>
                <w:rFonts w:ascii="Times New Roman" w:hAnsi="Times New Roman"/>
                <w:sz w:val="24"/>
                <w:szCs w:val="24"/>
              </w:rPr>
              <w:t xml:space="preserve"> связи с заболеванием</w:t>
            </w:r>
          </w:p>
        </w:tc>
        <w:tc>
          <w:tcPr>
            <w:tcW w:w="1700" w:type="dxa"/>
            <w:shd w:val="clear" w:color="auto" w:fill="auto"/>
            <w:hideMark/>
          </w:tcPr>
          <w:p w:rsidR="00F91DA3" w:rsidRPr="00F91DA3" w:rsidRDefault="004056B7" w:rsidP="009759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  <w:r w:rsidR="0027248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02" w:type="dxa"/>
            <w:shd w:val="clear" w:color="auto" w:fill="auto"/>
            <w:hideMark/>
          </w:tcPr>
          <w:p w:rsidR="00F91DA3" w:rsidRPr="00F84F77" w:rsidRDefault="00384598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77">
              <w:rPr>
                <w:rFonts w:ascii="Times New Roman" w:hAnsi="Times New Roman"/>
                <w:sz w:val="24"/>
                <w:szCs w:val="24"/>
              </w:rPr>
              <w:t>1,</w:t>
            </w:r>
            <w:r w:rsidR="0001477E" w:rsidRPr="00F84F7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A73ECA" w:rsidRPr="00A73ECA" w:rsidTr="009759FD">
        <w:trPr>
          <w:trHeight w:val="615"/>
        </w:trPr>
        <w:tc>
          <w:tcPr>
            <w:tcW w:w="1008" w:type="dxa"/>
            <w:shd w:val="clear" w:color="auto" w:fill="auto"/>
            <w:hideMark/>
          </w:tcPr>
          <w:p w:rsidR="00F91DA3" w:rsidRPr="00F91DA3" w:rsidRDefault="00F91DA3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3" w:type="dxa"/>
            <w:shd w:val="clear" w:color="auto" w:fill="auto"/>
            <w:hideMark/>
          </w:tcPr>
          <w:p w:rsidR="00F91DA3" w:rsidRPr="00A73ECA" w:rsidRDefault="009759FD" w:rsidP="00834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 </w:t>
            </w:r>
            <w:r w:rsidR="00F91DA3" w:rsidRPr="00A73ECA">
              <w:rPr>
                <w:rFonts w:ascii="Times New Roman" w:hAnsi="Times New Roman"/>
                <w:sz w:val="24"/>
                <w:szCs w:val="24"/>
              </w:rPr>
              <w:t>объем посещений по медицинской реабилитации</w:t>
            </w:r>
          </w:p>
        </w:tc>
        <w:tc>
          <w:tcPr>
            <w:tcW w:w="1700" w:type="dxa"/>
            <w:shd w:val="clear" w:color="auto" w:fill="auto"/>
            <w:hideMark/>
          </w:tcPr>
          <w:p w:rsidR="00F91DA3" w:rsidRPr="00A73ECA" w:rsidRDefault="004056B7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CA">
              <w:rPr>
                <w:rFonts w:ascii="Times New Roman" w:hAnsi="Times New Roman"/>
                <w:sz w:val="24"/>
                <w:szCs w:val="24"/>
              </w:rPr>
              <w:t>0,144</w:t>
            </w:r>
          </w:p>
        </w:tc>
        <w:tc>
          <w:tcPr>
            <w:tcW w:w="1302" w:type="dxa"/>
            <w:shd w:val="clear" w:color="auto" w:fill="auto"/>
            <w:hideMark/>
          </w:tcPr>
          <w:p w:rsidR="00F91DA3" w:rsidRPr="00A73ECA" w:rsidRDefault="00F91DA3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3ECA" w:rsidRPr="00A73ECA" w:rsidTr="009759FD">
        <w:trPr>
          <w:trHeight w:val="615"/>
        </w:trPr>
        <w:tc>
          <w:tcPr>
            <w:tcW w:w="1008" w:type="dxa"/>
            <w:shd w:val="clear" w:color="auto" w:fill="auto"/>
            <w:hideMark/>
          </w:tcPr>
          <w:p w:rsidR="00F91DA3" w:rsidRPr="00F91DA3" w:rsidRDefault="00F91DA3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03" w:type="dxa"/>
            <w:shd w:val="clear" w:color="auto" w:fill="auto"/>
            <w:hideMark/>
          </w:tcPr>
          <w:p w:rsidR="00F91DA3" w:rsidRPr="00846D09" w:rsidRDefault="009759FD" w:rsidP="00834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 </w:t>
            </w:r>
            <w:r w:rsidR="00F91DA3" w:rsidRPr="00846D09">
              <w:rPr>
                <w:rFonts w:ascii="Times New Roman" w:hAnsi="Times New Roman"/>
                <w:sz w:val="24"/>
                <w:szCs w:val="24"/>
              </w:rPr>
              <w:t>объем посещений в связи с оказанием паллиативной медицинской помощи</w:t>
            </w:r>
            <w:r w:rsidR="00A73C37" w:rsidRPr="00846D09">
              <w:rPr>
                <w:rFonts w:ascii="Times New Roman" w:hAnsi="Times New Roman"/>
                <w:sz w:val="24"/>
                <w:szCs w:val="24"/>
              </w:rPr>
              <w:t>, в том числе</w:t>
            </w:r>
            <w:r w:rsidR="005F2CC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00" w:type="dxa"/>
            <w:shd w:val="clear" w:color="auto" w:fill="auto"/>
            <w:hideMark/>
          </w:tcPr>
          <w:p w:rsidR="00F91DA3" w:rsidRPr="00A73ECA" w:rsidRDefault="004056B7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CA">
              <w:rPr>
                <w:rFonts w:ascii="Times New Roman" w:hAnsi="Times New Roman"/>
                <w:sz w:val="24"/>
                <w:szCs w:val="24"/>
              </w:rPr>
              <w:t>0,008</w:t>
            </w:r>
          </w:p>
        </w:tc>
        <w:tc>
          <w:tcPr>
            <w:tcW w:w="1302" w:type="dxa"/>
            <w:shd w:val="clear" w:color="auto" w:fill="auto"/>
            <w:hideMark/>
          </w:tcPr>
          <w:p w:rsidR="00F91DA3" w:rsidRPr="00A73ECA" w:rsidRDefault="00F91DA3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3ECA" w:rsidRPr="00A73ECA" w:rsidTr="009759FD">
        <w:trPr>
          <w:trHeight w:val="1134"/>
        </w:trPr>
        <w:tc>
          <w:tcPr>
            <w:tcW w:w="1008" w:type="dxa"/>
            <w:shd w:val="clear" w:color="auto" w:fill="auto"/>
            <w:tcMar>
              <w:top w:w="28" w:type="dxa"/>
              <w:bottom w:w="28" w:type="dxa"/>
            </w:tcMar>
          </w:tcPr>
          <w:p w:rsidR="00A73C37" w:rsidRPr="00F91DA3" w:rsidRDefault="00A73C37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12.1</w:t>
            </w:r>
          </w:p>
        </w:tc>
        <w:tc>
          <w:tcPr>
            <w:tcW w:w="5103" w:type="dxa"/>
            <w:shd w:val="clear" w:color="auto" w:fill="auto"/>
            <w:tcMar>
              <w:top w:w="28" w:type="dxa"/>
              <w:bottom w:w="28" w:type="dxa"/>
            </w:tcMar>
          </w:tcPr>
          <w:p w:rsidR="00A73C37" w:rsidRPr="009759FD" w:rsidRDefault="009759FD" w:rsidP="00834172">
            <w:pPr>
              <w:tabs>
                <w:tab w:val="left" w:pos="723"/>
              </w:tabs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3.1) </w:t>
            </w:r>
            <w:r w:rsidR="00F447A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нор</w:t>
            </w:r>
            <w:r w:rsidR="00A73C37" w:rsidRPr="00846D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матив посещений по паллиативной медицинской помощи без учета посещения на дому патронажными б</w:t>
            </w:r>
            <w:r w:rsidR="00A73ECA" w:rsidRPr="00846D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ригадами паллиативной медицинско</w:t>
            </w:r>
            <w:r w:rsidR="00A73C37" w:rsidRPr="00846D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 помощи</w:t>
            </w:r>
          </w:p>
        </w:tc>
        <w:tc>
          <w:tcPr>
            <w:tcW w:w="1700" w:type="dxa"/>
            <w:shd w:val="clear" w:color="auto" w:fill="auto"/>
            <w:tcMar>
              <w:top w:w="28" w:type="dxa"/>
              <w:bottom w:w="28" w:type="dxa"/>
            </w:tcMar>
          </w:tcPr>
          <w:p w:rsidR="00A73C37" w:rsidRPr="00A73ECA" w:rsidRDefault="004056B7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CA">
              <w:rPr>
                <w:rFonts w:ascii="Times New Roman" w:hAnsi="Times New Roman"/>
                <w:sz w:val="24"/>
                <w:szCs w:val="24"/>
              </w:rPr>
              <w:t>0,00</w:t>
            </w:r>
            <w:r w:rsidR="000A50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2" w:type="dxa"/>
            <w:shd w:val="clear" w:color="auto" w:fill="auto"/>
            <w:tcMar>
              <w:top w:w="28" w:type="dxa"/>
              <w:bottom w:w="28" w:type="dxa"/>
            </w:tcMar>
          </w:tcPr>
          <w:p w:rsidR="00A73C37" w:rsidRPr="00A73ECA" w:rsidRDefault="00A73C37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3ECA" w:rsidRPr="00A73ECA" w:rsidTr="009759FD">
        <w:trPr>
          <w:trHeight w:val="615"/>
        </w:trPr>
        <w:tc>
          <w:tcPr>
            <w:tcW w:w="1008" w:type="dxa"/>
            <w:shd w:val="clear" w:color="auto" w:fill="auto"/>
          </w:tcPr>
          <w:p w:rsidR="00A73C37" w:rsidRDefault="00A73C37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12.2</w:t>
            </w:r>
          </w:p>
        </w:tc>
        <w:tc>
          <w:tcPr>
            <w:tcW w:w="5103" w:type="dxa"/>
            <w:shd w:val="clear" w:color="auto" w:fill="auto"/>
          </w:tcPr>
          <w:p w:rsidR="00A73C37" w:rsidRPr="00846D09" w:rsidRDefault="009759FD" w:rsidP="0083417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3.2) </w:t>
            </w:r>
            <w:r w:rsidR="00A73C37" w:rsidRPr="00846D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норматив посещений на дому выездными патронажными бригадами паллиативной медицинской помощи</w:t>
            </w:r>
          </w:p>
        </w:tc>
        <w:tc>
          <w:tcPr>
            <w:tcW w:w="1700" w:type="dxa"/>
            <w:shd w:val="clear" w:color="auto" w:fill="auto"/>
          </w:tcPr>
          <w:p w:rsidR="00A73C37" w:rsidRPr="00A73ECA" w:rsidRDefault="004056B7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CA">
              <w:rPr>
                <w:rFonts w:ascii="Times New Roman" w:hAnsi="Times New Roman"/>
                <w:sz w:val="24"/>
                <w:szCs w:val="24"/>
              </w:rPr>
              <w:t>0,00</w:t>
            </w:r>
            <w:r w:rsidR="004467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A73C37" w:rsidRPr="00A73ECA" w:rsidRDefault="00A73C37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3ECA" w:rsidRPr="00A73ECA" w:rsidTr="009759FD">
        <w:trPr>
          <w:trHeight w:val="765"/>
        </w:trPr>
        <w:tc>
          <w:tcPr>
            <w:tcW w:w="1008" w:type="dxa"/>
            <w:shd w:val="clear" w:color="auto" w:fill="auto"/>
            <w:hideMark/>
          </w:tcPr>
          <w:p w:rsidR="00A73C37" w:rsidRPr="00F91DA3" w:rsidRDefault="00A73C37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3" w:type="dxa"/>
            <w:shd w:val="clear" w:color="auto" w:fill="auto"/>
            <w:hideMark/>
          </w:tcPr>
          <w:p w:rsidR="00A73C37" w:rsidRPr="00846D09" w:rsidRDefault="009759FD" w:rsidP="00834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 </w:t>
            </w:r>
            <w:r w:rsidR="00A73C37" w:rsidRPr="00846D09">
              <w:rPr>
                <w:rFonts w:ascii="Times New Roman" w:hAnsi="Times New Roman"/>
                <w:sz w:val="24"/>
                <w:szCs w:val="24"/>
              </w:rPr>
              <w:t>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700" w:type="dxa"/>
            <w:shd w:val="clear" w:color="auto" w:fill="auto"/>
            <w:hideMark/>
          </w:tcPr>
          <w:p w:rsidR="00A73C37" w:rsidRPr="00A73ECA" w:rsidRDefault="004056B7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2" w:type="dxa"/>
            <w:shd w:val="clear" w:color="auto" w:fill="auto"/>
            <w:hideMark/>
          </w:tcPr>
          <w:p w:rsidR="00A73C37" w:rsidRPr="00A73ECA" w:rsidRDefault="00A73C37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CA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A73C37" w:rsidRPr="00FF0767" w:rsidTr="009759FD">
        <w:trPr>
          <w:trHeight w:val="765"/>
        </w:trPr>
        <w:tc>
          <w:tcPr>
            <w:tcW w:w="1008" w:type="dxa"/>
            <w:shd w:val="clear" w:color="auto" w:fill="auto"/>
            <w:hideMark/>
          </w:tcPr>
          <w:p w:rsidR="00A73C37" w:rsidRPr="00F91DA3" w:rsidRDefault="00A73C37" w:rsidP="00834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DA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03" w:type="dxa"/>
            <w:shd w:val="clear" w:color="auto" w:fill="auto"/>
            <w:hideMark/>
          </w:tcPr>
          <w:p w:rsidR="00A73C37" w:rsidRPr="00E9499A" w:rsidRDefault="009759FD" w:rsidP="00834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 </w:t>
            </w:r>
            <w:r w:rsidR="00A73C37" w:rsidRPr="00E9499A">
              <w:rPr>
                <w:rFonts w:ascii="Times New Roman" w:hAnsi="Times New Roman"/>
                <w:sz w:val="24"/>
                <w:szCs w:val="24"/>
              </w:rPr>
              <w:t>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1700" w:type="dxa"/>
            <w:shd w:val="clear" w:color="auto" w:fill="auto"/>
            <w:hideMark/>
          </w:tcPr>
          <w:p w:rsidR="00A73C37" w:rsidRPr="00F91DA3" w:rsidRDefault="004056B7" w:rsidP="009759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  <w:r w:rsidR="00903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C80BF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2" w:type="dxa"/>
            <w:shd w:val="clear" w:color="auto" w:fill="auto"/>
            <w:hideMark/>
          </w:tcPr>
          <w:p w:rsidR="00A73C37" w:rsidRPr="00F84F77" w:rsidRDefault="00A73C37" w:rsidP="009759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77">
              <w:rPr>
                <w:rFonts w:ascii="Times New Roman" w:hAnsi="Times New Roman"/>
                <w:sz w:val="24"/>
                <w:szCs w:val="24"/>
              </w:rPr>
              <w:t>0,33</w:t>
            </w:r>
            <w:r w:rsidR="005F2CC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473857" w:rsidRDefault="00473857" w:rsidP="008C2EF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90FF9" w:rsidRPr="00934735" w:rsidRDefault="00190FF9" w:rsidP="00A6138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bookmarkStart w:id="1" w:name="P2069"/>
      <w:bookmarkEnd w:id="1"/>
    </w:p>
    <w:sectPr w:rsidR="00190FF9" w:rsidRPr="00934735" w:rsidSect="009759FD">
      <w:headerReference w:type="default" r:id="rId12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9BB" w:rsidRDefault="003119BB">
      <w:r>
        <w:separator/>
      </w:r>
    </w:p>
  </w:endnote>
  <w:endnote w:type="continuationSeparator" w:id="0">
    <w:p w:rsidR="003119BB" w:rsidRDefault="0031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642B6A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76034" w:rsidRDefault="00451C92">
          <w:pPr>
            <w:pStyle w:val="a6"/>
          </w:pPr>
          <w:r>
            <w:rPr>
              <w:noProof/>
            </w:rPr>
            <w:drawing>
              <wp:inline distT="0" distB="0" distL="0" distR="0" wp14:anchorId="4F6B3E02" wp14:editId="6036C30B">
                <wp:extent cx="662940" cy="281940"/>
                <wp:effectExtent l="0" t="0" r="3810" b="381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876034" w:rsidRPr="00642B6A" w:rsidRDefault="00451C92" w:rsidP="00642B6A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FE5618D" wp14:editId="0DDC2EEC">
                <wp:extent cx="175260" cy="144780"/>
                <wp:effectExtent l="0" t="0" r="0" b="762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876034" w:rsidRPr="00642B6A" w:rsidRDefault="009759FD" w:rsidP="00642B6A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2155  02.07.2019 17:44:12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76034" w:rsidRPr="00F16F07" w:rsidRDefault="00876034" w:rsidP="00642B6A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76034" w:rsidRPr="00642B6A" w:rsidRDefault="00876034" w:rsidP="00642B6A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642B6A" w:rsidTr="00642B6A">
      <w:tc>
        <w:tcPr>
          <w:tcW w:w="2538" w:type="dxa"/>
          <w:shd w:val="clear" w:color="auto" w:fill="auto"/>
        </w:tcPr>
        <w:p w:rsidR="00876034" w:rsidRPr="00642B6A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876034" w:rsidRPr="00642B6A" w:rsidRDefault="00876034" w:rsidP="00642B6A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876034" w:rsidRPr="00642B6A" w:rsidRDefault="00876034" w:rsidP="00642B6A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876034" w:rsidRPr="00642B6A" w:rsidRDefault="00876034" w:rsidP="00642B6A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9BB" w:rsidRDefault="003119BB">
      <w:r>
        <w:separator/>
      </w:r>
    </w:p>
  </w:footnote>
  <w:footnote w:type="continuationSeparator" w:id="0">
    <w:p w:rsidR="003119BB" w:rsidRDefault="00311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692323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pt;height:10.9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39C4A7E"/>
    <w:multiLevelType w:val="hybridMultilevel"/>
    <w:tmpl w:val="290E81BC"/>
    <w:lvl w:ilvl="0" w:tplc="A9AA574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qtiIeQTXe5e49+InXDcS7nZW0CWRifp8JfwuTiRZopkgk5wrHYPiTEcVsH1evoz/KU28VAheKs/sSLy7G7XRw==" w:salt="DewExP3s1wU+RCaRQZpm2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53C"/>
    <w:rsid w:val="00012060"/>
    <w:rsid w:val="0001360F"/>
    <w:rsid w:val="0001477E"/>
    <w:rsid w:val="0002334C"/>
    <w:rsid w:val="000331B3"/>
    <w:rsid w:val="00033413"/>
    <w:rsid w:val="0003549C"/>
    <w:rsid w:val="000361AD"/>
    <w:rsid w:val="00036CED"/>
    <w:rsid w:val="00037C0C"/>
    <w:rsid w:val="00037D1E"/>
    <w:rsid w:val="000502A3"/>
    <w:rsid w:val="00056DEB"/>
    <w:rsid w:val="0006474A"/>
    <w:rsid w:val="000649C0"/>
    <w:rsid w:val="00073A7A"/>
    <w:rsid w:val="00076D5E"/>
    <w:rsid w:val="00084DD3"/>
    <w:rsid w:val="000914FB"/>
    <w:rsid w:val="000917C0"/>
    <w:rsid w:val="000A3988"/>
    <w:rsid w:val="000A50F7"/>
    <w:rsid w:val="000B0736"/>
    <w:rsid w:val="000B21EA"/>
    <w:rsid w:val="001211FE"/>
    <w:rsid w:val="00122CFD"/>
    <w:rsid w:val="00151370"/>
    <w:rsid w:val="00153D41"/>
    <w:rsid w:val="00162E72"/>
    <w:rsid w:val="00175BE5"/>
    <w:rsid w:val="001850F4"/>
    <w:rsid w:val="0018602B"/>
    <w:rsid w:val="0018695D"/>
    <w:rsid w:val="00190FF9"/>
    <w:rsid w:val="001947BE"/>
    <w:rsid w:val="001A143F"/>
    <w:rsid w:val="001A26BF"/>
    <w:rsid w:val="001A560F"/>
    <w:rsid w:val="001B0982"/>
    <w:rsid w:val="001B32BA"/>
    <w:rsid w:val="001C4CC7"/>
    <w:rsid w:val="001E0317"/>
    <w:rsid w:val="001E20F1"/>
    <w:rsid w:val="001F12E8"/>
    <w:rsid w:val="001F228C"/>
    <w:rsid w:val="001F64B8"/>
    <w:rsid w:val="001F7C83"/>
    <w:rsid w:val="00203046"/>
    <w:rsid w:val="00205AB5"/>
    <w:rsid w:val="002121DF"/>
    <w:rsid w:val="00224DBA"/>
    <w:rsid w:val="00231F1C"/>
    <w:rsid w:val="00241222"/>
    <w:rsid w:val="00242DDB"/>
    <w:rsid w:val="002479A2"/>
    <w:rsid w:val="0026087E"/>
    <w:rsid w:val="00261DE0"/>
    <w:rsid w:val="00265420"/>
    <w:rsid w:val="00272488"/>
    <w:rsid w:val="00274E14"/>
    <w:rsid w:val="00280A6D"/>
    <w:rsid w:val="0029153C"/>
    <w:rsid w:val="002953B6"/>
    <w:rsid w:val="002B2E88"/>
    <w:rsid w:val="002B7A59"/>
    <w:rsid w:val="002C6B4B"/>
    <w:rsid w:val="002E51A7"/>
    <w:rsid w:val="002E5A5F"/>
    <w:rsid w:val="002F1E81"/>
    <w:rsid w:val="00310D92"/>
    <w:rsid w:val="003119BB"/>
    <w:rsid w:val="00314F7D"/>
    <w:rsid w:val="003160CB"/>
    <w:rsid w:val="003222A3"/>
    <w:rsid w:val="0032347C"/>
    <w:rsid w:val="0033358F"/>
    <w:rsid w:val="00360A40"/>
    <w:rsid w:val="00384598"/>
    <w:rsid w:val="003870C2"/>
    <w:rsid w:val="003D3B8A"/>
    <w:rsid w:val="003D54F8"/>
    <w:rsid w:val="003D5A69"/>
    <w:rsid w:val="003E5C91"/>
    <w:rsid w:val="003F4F5E"/>
    <w:rsid w:val="00400906"/>
    <w:rsid w:val="00403712"/>
    <w:rsid w:val="004056B7"/>
    <w:rsid w:val="00413C47"/>
    <w:rsid w:val="0042590E"/>
    <w:rsid w:val="00437F65"/>
    <w:rsid w:val="004467DA"/>
    <w:rsid w:val="00446C8D"/>
    <w:rsid w:val="00450E51"/>
    <w:rsid w:val="00451C92"/>
    <w:rsid w:val="00460FEA"/>
    <w:rsid w:val="00465923"/>
    <w:rsid w:val="00472BA3"/>
    <w:rsid w:val="004734B7"/>
    <w:rsid w:val="00473857"/>
    <w:rsid w:val="00481B88"/>
    <w:rsid w:val="00485B4F"/>
    <w:rsid w:val="004862D1"/>
    <w:rsid w:val="004A2138"/>
    <w:rsid w:val="004B2D5A"/>
    <w:rsid w:val="004D293D"/>
    <w:rsid w:val="004E5D0D"/>
    <w:rsid w:val="004F07D8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887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5F2CC6"/>
    <w:rsid w:val="006013EB"/>
    <w:rsid w:val="00601EC8"/>
    <w:rsid w:val="0060479E"/>
    <w:rsid w:val="00604BE7"/>
    <w:rsid w:val="00606325"/>
    <w:rsid w:val="00616AED"/>
    <w:rsid w:val="0062328C"/>
    <w:rsid w:val="00632A4F"/>
    <w:rsid w:val="00632B56"/>
    <w:rsid w:val="006351E3"/>
    <w:rsid w:val="00642B6A"/>
    <w:rsid w:val="00644236"/>
    <w:rsid w:val="006471E5"/>
    <w:rsid w:val="00671D3B"/>
    <w:rsid w:val="00684A5B"/>
    <w:rsid w:val="00692323"/>
    <w:rsid w:val="006A1F71"/>
    <w:rsid w:val="006B7D16"/>
    <w:rsid w:val="006C11A1"/>
    <w:rsid w:val="006D01C0"/>
    <w:rsid w:val="006D1DDC"/>
    <w:rsid w:val="006F328B"/>
    <w:rsid w:val="006F5886"/>
    <w:rsid w:val="00705745"/>
    <w:rsid w:val="00707734"/>
    <w:rsid w:val="00707E19"/>
    <w:rsid w:val="00712F7C"/>
    <w:rsid w:val="0072214E"/>
    <w:rsid w:val="0072328A"/>
    <w:rsid w:val="00731538"/>
    <w:rsid w:val="007377B5"/>
    <w:rsid w:val="007428A3"/>
    <w:rsid w:val="00743288"/>
    <w:rsid w:val="00746CC2"/>
    <w:rsid w:val="00760323"/>
    <w:rsid w:val="00765600"/>
    <w:rsid w:val="00765CE3"/>
    <w:rsid w:val="00766069"/>
    <w:rsid w:val="00785C7A"/>
    <w:rsid w:val="00791C9F"/>
    <w:rsid w:val="00792AAB"/>
    <w:rsid w:val="00793B47"/>
    <w:rsid w:val="00794495"/>
    <w:rsid w:val="007A1D0C"/>
    <w:rsid w:val="007A2A7B"/>
    <w:rsid w:val="007D4925"/>
    <w:rsid w:val="007D6696"/>
    <w:rsid w:val="007E0FE9"/>
    <w:rsid w:val="007F0C8A"/>
    <w:rsid w:val="007F11AB"/>
    <w:rsid w:val="008143CB"/>
    <w:rsid w:val="00822C5C"/>
    <w:rsid w:val="00823435"/>
    <w:rsid w:val="00823CA1"/>
    <w:rsid w:val="00834172"/>
    <w:rsid w:val="00846D09"/>
    <w:rsid w:val="008513B9"/>
    <w:rsid w:val="008552B9"/>
    <w:rsid w:val="00865ACF"/>
    <w:rsid w:val="008702D3"/>
    <w:rsid w:val="00876034"/>
    <w:rsid w:val="008827E7"/>
    <w:rsid w:val="008A1696"/>
    <w:rsid w:val="008C2EF0"/>
    <w:rsid w:val="008C58FE"/>
    <w:rsid w:val="008E6C41"/>
    <w:rsid w:val="008F0816"/>
    <w:rsid w:val="008F6BB7"/>
    <w:rsid w:val="00900F42"/>
    <w:rsid w:val="00903699"/>
    <w:rsid w:val="00906C6D"/>
    <w:rsid w:val="00932E3C"/>
    <w:rsid w:val="00934735"/>
    <w:rsid w:val="00946D81"/>
    <w:rsid w:val="009573D3"/>
    <w:rsid w:val="009623D2"/>
    <w:rsid w:val="009759FD"/>
    <w:rsid w:val="00982FEB"/>
    <w:rsid w:val="009840FE"/>
    <w:rsid w:val="009953AB"/>
    <w:rsid w:val="009977FF"/>
    <w:rsid w:val="009A085B"/>
    <w:rsid w:val="009A4EB3"/>
    <w:rsid w:val="009A66E6"/>
    <w:rsid w:val="009C1DE6"/>
    <w:rsid w:val="009C1F0E"/>
    <w:rsid w:val="009D3E8C"/>
    <w:rsid w:val="009E3A0E"/>
    <w:rsid w:val="00A026B0"/>
    <w:rsid w:val="00A1314B"/>
    <w:rsid w:val="00A13160"/>
    <w:rsid w:val="00A137D3"/>
    <w:rsid w:val="00A302CD"/>
    <w:rsid w:val="00A44A8F"/>
    <w:rsid w:val="00A51D96"/>
    <w:rsid w:val="00A61384"/>
    <w:rsid w:val="00A73C37"/>
    <w:rsid w:val="00A73ECA"/>
    <w:rsid w:val="00A96F84"/>
    <w:rsid w:val="00AC3953"/>
    <w:rsid w:val="00AC7150"/>
    <w:rsid w:val="00AD3A6F"/>
    <w:rsid w:val="00AD4C01"/>
    <w:rsid w:val="00AE1DCA"/>
    <w:rsid w:val="00AF5F7C"/>
    <w:rsid w:val="00AF72A4"/>
    <w:rsid w:val="00B02207"/>
    <w:rsid w:val="00B03403"/>
    <w:rsid w:val="00B10324"/>
    <w:rsid w:val="00B105B0"/>
    <w:rsid w:val="00B20A8D"/>
    <w:rsid w:val="00B376B1"/>
    <w:rsid w:val="00B5341A"/>
    <w:rsid w:val="00B620D9"/>
    <w:rsid w:val="00B633DB"/>
    <w:rsid w:val="00B639ED"/>
    <w:rsid w:val="00B66A8C"/>
    <w:rsid w:val="00B8061C"/>
    <w:rsid w:val="00B83BA2"/>
    <w:rsid w:val="00B853AA"/>
    <w:rsid w:val="00B875BF"/>
    <w:rsid w:val="00B91A8A"/>
    <w:rsid w:val="00B91F62"/>
    <w:rsid w:val="00BA2F01"/>
    <w:rsid w:val="00BB2C98"/>
    <w:rsid w:val="00BC7499"/>
    <w:rsid w:val="00BD0AA1"/>
    <w:rsid w:val="00BD0B82"/>
    <w:rsid w:val="00BD133A"/>
    <w:rsid w:val="00BF4F5F"/>
    <w:rsid w:val="00C003A5"/>
    <w:rsid w:val="00C04EEB"/>
    <w:rsid w:val="00C075A4"/>
    <w:rsid w:val="00C10F12"/>
    <w:rsid w:val="00C11826"/>
    <w:rsid w:val="00C30EA0"/>
    <w:rsid w:val="00C46D42"/>
    <w:rsid w:val="00C50C32"/>
    <w:rsid w:val="00C60178"/>
    <w:rsid w:val="00C61760"/>
    <w:rsid w:val="00C630B0"/>
    <w:rsid w:val="00C63CD6"/>
    <w:rsid w:val="00C80BF1"/>
    <w:rsid w:val="00C84B6E"/>
    <w:rsid w:val="00C87D95"/>
    <w:rsid w:val="00C9077A"/>
    <w:rsid w:val="00C95CD2"/>
    <w:rsid w:val="00CA051B"/>
    <w:rsid w:val="00CB1AB6"/>
    <w:rsid w:val="00CB3CBE"/>
    <w:rsid w:val="00CC632B"/>
    <w:rsid w:val="00CF03D8"/>
    <w:rsid w:val="00D015D5"/>
    <w:rsid w:val="00D034D6"/>
    <w:rsid w:val="00D03D68"/>
    <w:rsid w:val="00D07859"/>
    <w:rsid w:val="00D234C2"/>
    <w:rsid w:val="00D266DD"/>
    <w:rsid w:val="00D31ECD"/>
    <w:rsid w:val="00D32B04"/>
    <w:rsid w:val="00D374E7"/>
    <w:rsid w:val="00D63949"/>
    <w:rsid w:val="00D652E7"/>
    <w:rsid w:val="00D77BCF"/>
    <w:rsid w:val="00D84132"/>
    <w:rsid w:val="00D84394"/>
    <w:rsid w:val="00D95E55"/>
    <w:rsid w:val="00DB3664"/>
    <w:rsid w:val="00DB38CD"/>
    <w:rsid w:val="00DC16FB"/>
    <w:rsid w:val="00DC4A65"/>
    <w:rsid w:val="00DC4F66"/>
    <w:rsid w:val="00E10B44"/>
    <w:rsid w:val="00E11F02"/>
    <w:rsid w:val="00E2726B"/>
    <w:rsid w:val="00E3578D"/>
    <w:rsid w:val="00E37801"/>
    <w:rsid w:val="00E46EAA"/>
    <w:rsid w:val="00E5038C"/>
    <w:rsid w:val="00E50B69"/>
    <w:rsid w:val="00E5298B"/>
    <w:rsid w:val="00E56EFB"/>
    <w:rsid w:val="00E63A66"/>
    <w:rsid w:val="00E6458F"/>
    <w:rsid w:val="00E7242D"/>
    <w:rsid w:val="00E87E25"/>
    <w:rsid w:val="00E9499A"/>
    <w:rsid w:val="00EA04F1"/>
    <w:rsid w:val="00EA1C32"/>
    <w:rsid w:val="00EA2FD3"/>
    <w:rsid w:val="00EB3B64"/>
    <w:rsid w:val="00EB7CE9"/>
    <w:rsid w:val="00EC433F"/>
    <w:rsid w:val="00ED1FDE"/>
    <w:rsid w:val="00EF62D9"/>
    <w:rsid w:val="00EF6E63"/>
    <w:rsid w:val="00F06EFB"/>
    <w:rsid w:val="00F1529E"/>
    <w:rsid w:val="00F16F07"/>
    <w:rsid w:val="00F216CF"/>
    <w:rsid w:val="00F447A9"/>
    <w:rsid w:val="00F456B1"/>
    <w:rsid w:val="00F45B7C"/>
    <w:rsid w:val="00F45FCE"/>
    <w:rsid w:val="00F5629A"/>
    <w:rsid w:val="00F84F77"/>
    <w:rsid w:val="00F87939"/>
    <w:rsid w:val="00F91DA3"/>
    <w:rsid w:val="00F9334F"/>
    <w:rsid w:val="00F97D7F"/>
    <w:rsid w:val="00FA122C"/>
    <w:rsid w:val="00FA3B95"/>
    <w:rsid w:val="00FB2A5C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6EB1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9953AB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ac">
    <w:name w:val="No Spacing"/>
    <w:uiPriority w:val="1"/>
    <w:qFormat/>
    <w:rsid w:val="00473857"/>
    <w:rPr>
      <w:rFonts w:ascii="TimesET" w:hAnsi="TimesE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9953AB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ac">
    <w:name w:val="No Spacing"/>
    <w:uiPriority w:val="1"/>
    <w:qFormat/>
    <w:rsid w:val="00473857"/>
    <w:rPr>
      <w:rFonts w:ascii="TimesET" w:hAnsi="Times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1;&#1086;&#1083;&#1100;&#1096;&#1072;&#1082;&#1086;&#1074;&#1072;&#1086;&#1085;\Desktop\&#1041;&#1086;&#1083;&#1100;&#1096;&#1072;&#1082;&#1086;&#1074;&#1072;%20&#1054;.&#1053;\2019%20&#1058;&#1077;&#1088;&#1087;&#1088;&#1086;&#1075;&#1088;&#1072;&#1084;&#1084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51E15-FDA6-478B-85A4-8C2021BF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153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ТФОМС Рязанской области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Дягилева М.А.</cp:lastModifiedBy>
  <cp:revision>36</cp:revision>
  <cp:lastPrinted>2019-07-02T14:44:00Z</cp:lastPrinted>
  <dcterms:created xsi:type="dcterms:W3CDTF">2018-12-05T08:28:00Z</dcterms:created>
  <dcterms:modified xsi:type="dcterms:W3CDTF">2019-07-11T09:21:00Z</dcterms:modified>
</cp:coreProperties>
</file>